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2D" w:rsidRDefault="00E8672D">
      <w:pPr>
        <w:widowControl/>
      </w:pPr>
      <w:r>
        <w:t>G808</w:t>
      </w:r>
    </w:p>
    <w:p w:rsidR="00E8672D" w:rsidRDefault="00E8672D" w:rsidP="000759AB">
      <w:pPr>
        <w:ind w:left="840"/>
      </w:pPr>
      <w:r>
        <w:t xml:space="preserve">1. </w:t>
      </w:r>
      <w:r>
        <w:rPr>
          <w:rFonts w:hint="eastAsia"/>
        </w:rPr>
        <w:t>上課主題句型</w:t>
      </w:r>
      <w:r>
        <w:t>:</w:t>
      </w:r>
      <w:r w:rsidRPr="000759AB">
        <w:t xml:space="preserve"> </w:t>
      </w:r>
      <w:r>
        <w:t xml:space="preserve">How </w:t>
      </w:r>
      <w:r w:rsidRPr="006B46D4">
        <w:t>Much Is the Hot Dog?</w:t>
      </w:r>
    </w:p>
    <w:p w:rsidR="00E8672D" w:rsidRPr="000759AB" w:rsidRDefault="00E8672D" w:rsidP="000759AB">
      <w:pPr>
        <w:ind w:left="840"/>
      </w:pPr>
      <w:r w:rsidRPr="007B6B4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物件 2" o:spid="_x0000_i1025" type="#_x0000_t75" style="width:234.5pt;height:39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">
            <v:imagedata r:id="rId7" o:title="" croptop="-1685f" cropbottom="-2927f" cropright="-238f"/>
            <o:lock v:ext="edit" aspectratio="f"/>
          </v:shape>
        </w:pict>
      </w:r>
    </w:p>
    <w:p w:rsidR="00E8672D" w:rsidRDefault="00E8672D" w:rsidP="000759AB">
      <w:r>
        <w:rPr>
          <w:noProof/>
        </w:rPr>
        <w:pict>
          <v:shape id="物件 3" o:spid="_x0000_s1026" type="#_x0000_t75" style="position:absolute;margin-left:127.7pt;margin-top:40.9pt;width:213.6pt;height:165.6pt;z-index:251658240;visibility:visible;mso-wrap-distance-left:13.8pt;mso-wrap-distance-top:2.88pt;mso-wrap-distance-right:4.15897mm;mso-wrap-distance-bottom:.28833mm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">
            <v:imagedata r:id="rId8" o:title=""/>
            <o:lock v:ext="edit" aspectratio="f"/>
          </v:shape>
        </w:pict>
      </w:r>
      <w:r w:rsidRPr="007B6B4A">
        <w:rPr>
          <w:noProof/>
        </w:rPr>
        <w:pict>
          <v:shape id="資料庫圖表 1" o:spid="_x0000_i1026" type="#_x0000_t75" style="width:401pt;height:215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">
            <v:imagedata r:id="rId9" o:title=""/>
            <o:lock v:ext="edit" aspectratio="f"/>
          </v:shape>
        </w:pict>
      </w:r>
    </w:p>
    <w:p w:rsidR="00E8672D" w:rsidRDefault="00E8672D" w:rsidP="000605B2">
      <w:pPr>
        <w:ind w:left="840"/>
      </w:pPr>
    </w:p>
    <w:p w:rsidR="00E8672D" w:rsidRDefault="00E8672D" w:rsidP="000605B2">
      <w:pPr>
        <w:ind w:left="840"/>
      </w:pPr>
    </w:p>
    <w:p w:rsidR="00E8672D" w:rsidRDefault="00E8672D" w:rsidP="000605B2">
      <w:pPr>
        <w:ind w:left="840"/>
      </w:pPr>
    </w:p>
    <w:p w:rsidR="00E8672D" w:rsidRDefault="00E8672D" w:rsidP="000605B2">
      <w:pPr>
        <w:ind w:left="840"/>
      </w:pPr>
    </w:p>
    <w:p w:rsidR="00E8672D" w:rsidRDefault="00E8672D" w:rsidP="000605B2">
      <w:pPr>
        <w:ind w:left="840"/>
      </w:pPr>
    </w:p>
    <w:p w:rsidR="00E8672D" w:rsidRDefault="00E8672D" w:rsidP="000605B2">
      <w:pPr>
        <w:ind w:left="840"/>
      </w:pPr>
    </w:p>
    <w:p w:rsidR="00E8672D" w:rsidRDefault="00E8672D" w:rsidP="000605B2">
      <w:pPr>
        <w:ind w:left="840"/>
      </w:pPr>
      <w:r>
        <w:t>2. Reference Websites:</w:t>
      </w:r>
    </w:p>
    <w:p w:rsidR="00E8672D" w:rsidRPr="006B46D4" w:rsidRDefault="00E8672D" w:rsidP="006B46D4">
      <w:pPr>
        <w:numPr>
          <w:ilvl w:val="0"/>
          <w:numId w:val="3"/>
        </w:numPr>
      </w:pPr>
      <w:r w:rsidRPr="006B46D4">
        <w:t> </w:t>
      </w:r>
      <w:hyperlink r:id="rId10" w:history="1">
        <w:r w:rsidRPr="006B46D4">
          <w:rPr>
            <w:rStyle w:val="Hyperlink"/>
          </w:rPr>
          <w:t>http://www.youtube.com/watch?v=tirLkaUK3MM</w:t>
        </w:r>
      </w:hyperlink>
      <w:r w:rsidRPr="006B46D4">
        <w:t xml:space="preserve"> </w:t>
      </w:r>
    </w:p>
    <w:p w:rsidR="00E8672D" w:rsidRPr="006B46D4" w:rsidRDefault="00E8672D" w:rsidP="006B46D4">
      <w:pPr>
        <w:widowControl/>
        <w:numPr>
          <w:ilvl w:val="0"/>
          <w:numId w:val="3"/>
        </w:numPr>
      </w:pPr>
      <w:hyperlink r:id="rId11" w:history="1">
        <w:r w:rsidRPr="006B46D4">
          <w:rPr>
            <w:rStyle w:val="Hyperlink"/>
          </w:rPr>
          <w:t>http://www.youtube.com/watch?v=k_SpSelG9oc</w:t>
        </w:r>
      </w:hyperlink>
      <w:r w:rsidRPr="006B46D4">
        <w:t xml:space="preserve"> </w:t>
      </w:r>
    </w:p>
    <w:p w:rsidR="00E8672D" w:rsidRPr="000605B2" w:rsidRDefault="00E8672D" w:rsidP="000301AC">
      <w:pPr>
        <w:widowControl/>
      </w:pPr>
      <w:r>
        <w:br w:type="page"/>
      </w:r>
    </w:p>
    <w:p w:rsidR="00E8672D" w:rsidRPr="00D02AD9" w:rsidRDefault="00E8672D" w:rsidP="00D02AD9">
      <w:pPr>
        <w:widowControl/>
      </w:pPr>
      <w:r w:rsidRPr="00D02AD9">
        <w:rPr>
          <w:sz w:val="30"/>
          <w:szCs w:val="30"/>
        </w:rPr>
        <w:t>G808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E8672D" w:rsidRPr="007B354C" w:rsidRDefault="00E8672D" w:rsidP="000301AC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E8672D" w:rsidRPr="00F0323F" w:rsidRDefault="00E8672D" w:rsidP="000301AC">
      <w:pPr>
        <w:rPr>
          <w:color w:val="FF0000"/>
          <w:u w:val="single"/>
        </w:rPr>
      </w:pPr>
      <w:r w:rsidRPr="00F0323F">
        <w:rPr>
          <w:color w:val="FF0000"/>
          <w:u w:val="single"/>
        </w:rPr>
        <w:t xml:space="preserve">Teaching goal: Learn to </w:t>
      </w:r>
      <w:r>
        <w:rPr>
          <w:color w:val="FF0000"/>
          <w:u w:val="single"/>
        </w:rPr>
        <w:t>describe prices when seeing the numbers</w:t>
      </w:r>
    </w:p>
    <w:p w:rsidR="00E8672D" w:rsidRDefault="00E8672D" w:rsidP="000301AC">
      <w:pPr>
        <w:numPr>
          <w:ilvl w:val="0"/>
          <w:numId w:val="1"/>
        </w:numPr>
      </w:pPr>
      <w:r>
        <w:t>Warm-up</w:t>
      </w:r>
    </w:p>
    <w:p w:rsidR="00E8672D" w:rsidRDefault="00E8672D" w:rsidP="00D02AD9">
      <w:pPr>
        <w:ind w:leftChars="-59" w:left="31680" w:hangingChars="59" w:firstLine="31680"/>
      </w:pPr>
      <w:r>
        <w:t xml:space="preserve">     1. Tell Ss the sentence pattern that they are going to learn in these two classes.</w:t>
      </w:r>
    </w:p>
    <w:p w:rsidR="00E8672D" w:rsidRPr="003E0753" w:rsidRDefault="00E8672D" w:rsidP="00D02AD9">
      <w:pPr>
        <w:ind w:leftChars="-59" w:left="31680" w:hangingChars="59" w:firstLine="31680"/>
      </w:pPr>
      <w:r>
        <w:tab/>
      </w:r>
      <w:r>
        <w:tab/>
        <w:t>2. Ask them if they had ever bought something by themselves.</w:t>
      </w:r>
    </w:p>
    <w:p w:rsidR="00E8672D" w:rsidRDefault="00E8672D" w:rsidP="000301AC">
      <w:pPr>
        <w:numPr>
          <w:ilvl w:val="0"/>
          <w:numId w:val="1"/>
        </w:numPr>
      </w:pPr>
      <w:r>
        <w:t xml:space="preserve">Presentation </w:t>
      </w:r>
    </w:p>
    <w:p w:rsidR="00E8672D" w:rsidRDefault="00E8672D" w:rsidP="00D41DA5">
      <w:pPr>
        <w:numPr>
          <w:ilvl w:val="1"/>
          <w:numId w:val="1"/>
        </w:numPr>
      </w:pPr>
      <w:r>
        <w:t>Show Ss the list of prices</w:t>
      </w:r>
    </w:p>
    <w:p w:rsidR="00E8672D" w:rsidRDefault="00E8672D" w:rsidP="000301AC">
      <w:pPr>
        <w:numPr>
          <w:ilvl w:val="1"/>
          <w:numId w:val="1"/>
        </w:numPr>
      </w:pPr>
      <w:r>
        <w:t>Introduce how to describe the prices</w:t>
      </w:r>
    </w:p>
    <w:p w:rsidR="00E8672D" w:rsidRDefault="00E8672D" w:rsidP="000301AC">
      <w:pPr>
        <w:numPr>
          <w:ilvl w:val="1"/>
          <w:numId w:val="1"/>
        </w:numPr>
      </w:pPr>
      <w:r>
        <w:t>Ask Ss to repeat after T.</w:t>
      </w:r>
    </w:p>
    <w:p w:rsidR="00E8672D" w:rsidRDefault="00E8672D" w:rsidP="000301AC">
      <w:pPr>
        <w:numPr>
          <w:ilvl w:val="1"/>
          <w:numId w:val="1"/>
        </w:numPr>
      </w:pPr>
      <w:r>
        <w:t>Show Ss the video of going shopping to let them know how to answer the prices.</w:t>
      </w:r>
    </w:p>
    <w:p w:rsidR="00E8672D" w:rsidRDefault="00E8672D" w:rsidP="000301AC">
      <w:pPr>
        <w:numPr>
          <w:ilvl w:val="0"/>
          <w:numId w:val="1"/>
        </w:numPr>
      </w:pPr>
      <w:r>
        <w:t>Practice</w:t>
      </w:r>
    </w:p>
    <w:p w:rsidR="00E8672D" w:rsidRDefault="00E8672D" w:rsidP="000301AC">
      <w:pPr>
        <w:numPr>
          <w:ilvl w:val="1"/>
          <w:numId w:val="1"/>
        </w:numPr>
      </w:pPr>
      <w:r>
        <w:t xml:space="preserve">Ask Ss to read aloud vocabulary of food they just learned last week </w:t>
      </w:r>
    </w:p>
    <w:p w:rsidR="00E8672D" w:rsidRDefault="00E8672D" w:rsidP="000301AC">
      <w:pPr>
        <w:numPr>
          <w:ilvl w:val="1"/>
          <w:numId w:val="1"/>
        </w:numPr>
      </w:pPr>
      <w:r>
        <w:t>Give Ss different picture of learned vocabulary and ask them answer the prices according to the information from teachers.</w:t>
      </w:r>
    </w:p>
    <w:p w:rsidR="00E8672D" w:rsidRDefault="00E8672D" w:rsidP="005C757D">
      <w:pPr>
        <w:numPr>
          <w:ilvl w:val="1"/>
          <w:numId w:val="1"/>
        </w:numPr>
      </w:pPr>
      <w:r>
        <w:t xml:space="preserve">Separate them into 10 groups and ask them to practice the description of price one another. </w:t>
      </w:r>
    </w:p>
    <w:p w:rsidR="00E8672D" w:rsidRPr="007B354C" w:rsidRDefault="00E8672D" w:rsidP="000301AC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E8672D" w:rsidRPr="00F0323F" w:rsidRDefault="00E8672D" w:rsidP="000301AC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Learn to apply the description of price into the sentence pattern “How much is the hot d</w:t>
      </w:r>
      <w:r w:rsidRPr="005C757D">
        <w:rPr>
          <w:color w:val="FF0000"/>
          <w:u w:val="single"/>
        </w:rPr>
        <w:t>og?</w:t>
      </w:r>
      <w:r>
        <w:rPr>
          <w:color w:val="FF0000"/>
          <w:u w:val="single"/>
        </w:rPr>
        <w:t>”</w:t>
      </w:r>
    </w:p>
    <w:p w:rsidR="00E8672D" w:rsidRDefault="00E8672D" w:rsidP="000301AC">
      <w:pPr>
        <w:numPr>
          <w:ilvl w:val="0"/>
          <w:numId w:val="2"/>
        </w:numPr>
      </w:pPr>
      <w:r>
        <w:t>Warm-up</w:t>
      </w:r>
    </w:p>
    <w:p w:rsidR="00E8672D" w:rsidRDefault="00E8672D" w:rsidP="000301AC">
      <w:pPr>
        <w:ind w:left="360"/>
      </w:pPr>
      <w:r>
        <w:t xml:space="preserve">1. Review the </w:t>
      </w:r>
      <w:r w:rsidRPr="005C757D">
        <w:t>description of price</w:t>
      </w:r>
      <w:r>
        <w:t xml:space="preserve"> they just learned last week with the shopping video</w:t>
      </w:r>
    </w:p>
    <w:p w:rsidR="00E8672D" w:rsidRDefault="00E8672D" w:rsidP="005C757D">
      <w:pPr>
        <w:numPr>
          <w:ilvl w:val="0"/>
          <w:numId w:val="2"/>
        </w:numPr>
      </w:pPr>
      <w:r>
        <w:t>Presentation -Introduce the sentence pattern</w:t>
      </w:r>
      <w:r w:rsidRPr="005C757D">
        <w:rPr>
          <w:rFonts w:hint="eastAsia"/>
        </w:rPr>
        <w:t>“</w:t>
      </w:r>
      <w:r w:rsidRPr="005C757D">
        <w:t>How much is the hot dog?”</w:t>
      </w:r>
    </w:p>
    <w:p w:rsidR="00E8672D" w:rsidRDefault="00E8672D" w:rsidP="000301AC">
      <w:pPr>
        <w:ind w:left="360"/>
      </w:pPr>
      <w:r>
        <w:t>1. Show Ss the sentence pattern and analyze the factors to them</w:t>
      </w:r>
    </w:p>
    <w:p w:rsidR="00E8672D" w:rsidRDefault="00E8672D" w:rsidP="000301AC">
      <w:pPr>
        <w:ind w:left="360"/>
      </w:pPr>
      <w:r>
        <w:t>2. Ask Ss repeat after T</w:t>
      </w:r>
    </w:p>
    <w:p w:rsidR="00E8672D" w:rsidRDefault="00E8672D" w:rsidP="000301AC">
      <w:pPr>
        <w:ind w:left="360"/>
      </w:pPr>
      <w:r>
        <w:t>3. Show Ss the video of this sentence pattern and ask them sing with the song</w:t>
      </w:r>
    </w:p>
    <w:p w:rsidR="00E8672D" w:rsidRDefault="00E8672D" w:rsidP="000301AC">
      <w:pPr>
        <w:numPr>
          <w:ilvl w:val="0"/>
          <w:numId w:val="2"/>
        </w:numPr>
      </w:pPr>
      <w:r>
        <w:t xml:space="preserve">Practice </w:t>
      </w:r>
    </w:p>
    <w:p w:rsidR="00E8672D" w:rsidRDefault="00E8672D" w:rsidP="000301AC">
      <w:pPr>
        <w:numPr>
          <w:ilvl w:val="1"/>
          <w:numId w:val="2"/>
        </w:numPr>
      </w:pPr>
      <w:r>
        <w:t>Separate Ss into 10 groups</w:t>
      </w:r>
    </w:p>
    <w:p w:rsidR="00E8672D" w:rsidRDefault="00E8672D" w:rsidP="000301AC">
      <w:pPr>
        <w:numPr>
          <w:ilvl w:val="1"/>
          <w:numId w:val="2"/>
        </w:numPr>
      </w:pPr>
      <w:r>
        <w:t>Show Ss different pictures with different food and prices</w:t>
      </w:r>
    </w:p>
    <w:p w:rsidR="00E8672D" w:rsidRDefault="00E8672D" w:rsidP="000301AC">
      <w:pPr>
        <w:numPr>
          <w:ilvl w:val="1"/>
          <w:numId w:val="2"/>
        </w:numPr>
      </w:pPr>
      <w:r>
        <w:t>Use the sentence pattern to ask Ss to practice asking prices</w:t>
      </w:r>
    </w:p>
    <w:p w:rsidR="00E8672D" w:rsidRDefault="00E8672D" w:rsidP="000301AC">
      <w:pPr>
        <w:numPr>
          <w:ilvl w:val="1"/>
          <w:numId w:val="2"/>
        </w:numPr>
      </w:pPr>
      <w:r>
        <w:t xml:space="preserve">Ask Ss present what they just learned </w:t>
      </w:r>
    </w:p>
    <w:p w:rsidR="00E8672D" w:rsidRDefault="00E8672D" w:rsidP="000301AC">
      <w:pPr>
        <w:numPr>
          <w:ilvl w:val="1"/>
          <w:numId w:val="2"/>
        </w:numPr>
      </w:pPr>
      <w:r>
        <w:t xml:space="preserve">Ask Ss to do the on-line reading test </w:t>
      </w:r>
    </w:p>
    <w:p w:rsidR="00E8672D" w:rsidRPr="000301AC" w:rsidRDefault="00E8672D" w:rsidP="000605B2">
      <w:pPr>
        <w:ind w:left="840"/>
      </w:pPr>
    </w:p>
    <w:sectPr w:rsidR="00E8672D" w:rsidRPr="000301AC" w:rsidSect="00D044F4">
      <w:headerReference w:type="default" r:id="rId12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72D" w:rsidRDefault="00E8672D" w:rsidP="00E83A0E">
      <w:r>
        <w:separator/>
      </w:r>
    </w:p>
  </w:endnote>
  <w:endnote w:type="continuationSeparator" w:id="0">
    <w:p w:rsidR="00E8672D" w:rsidRDefault="00E8672D" w:rsidP="00E83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72D" w:rsidRDefault="00E8672D" w:rsidP="00E83A0E">
      <w:r>
        <w:separator/>
      </w:r>
    </w:p>
  </w:footnote>
  <w:footnote w:type="continuationSeparator" w:id="0">
    <w:p w:rsidR="00E8672D" w:rsidRDefault="00E8672D" w:rsidP="00E83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72D" w:rsidRDefault="00E8672D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17C0477F"/>
    <w:multiLevelType w:val="hybridMultilevel"/>
    <w:tmpl w:val="224E7CA2"/>
    <w:lvl w:ilvl="0" w:tplc="F266E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265C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FC0E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81231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E45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8C1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D60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7ED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BCD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641D53"/>
    <w:multiLevelType w:val="hybridMultilevel"/>
    <w:tmpl w:val="65E43C52"/>
    <w:lvl w:ilvl="0" w:tplc="8B42F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507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F29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E6F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DC1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A236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CC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D60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6C6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1102C5"/>
    <w:multiLevelType w:val="hybridMultilevel"/>
    <w:tmpl w:val="C674C5E2"/>
    <w:lvl w:ilvl="0" w:tplc="289415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802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248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84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A1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CEC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584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7A5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DAB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845260F"/>
    <w:multiLevelType w:val="hybridMultilevel"/>
    <w:tmpl w:val="7340C004"/>
    <w:lvl w:ilvl="0" w:tplc="E5404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E6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49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B81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80B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E4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B66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F4B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4AB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B2849FB"/>
    <w:multiLevelType w:val="hybridMultilevel"/>
    <w:tmpl w:val="CA5A8C26"/>
    <w:lvl w:ilvl="0" w:tplc="23DE3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6C6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405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85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CE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6E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A90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F6E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F23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AD0"/>
    <w:rsid w:val="000301AC"/>
    <w:rsid w:val="000605B2"/>
    <w:rsid w:val="000759AB"/>
    <w:rsid w:val="0008757F"/>
    <w:rsid w:val="00243365"/>
    <w:rsid w:val="003140B0"/>
    <w:rsid w:val="003E0753"/>
    <w:rsid w:val="00436193"/>
    <w:rsid w:val="004D2235"/>
    <w:rsid w:val="00591C0F"/>
    <w:rsid w:val="005C757D"/>
    <w:rsid w:val="005F2BA5"/>
    <w:rsid w:val="006B46D4"/>
    <w:rsid w:val="007B354C"/>
    <w:rsid w:val="007B6B4A"/>
    <w:rsid w:val="008315BB"/>
    <w:rsid w:val="008F35E1"/>
    <w:rsid w:val="0099459C"/>
    <w:rsid w:val="009C65D4"/>
    <w:rsid w:val="009D5621"/>
    <w:rsid w:val="00A52706"/>
    <w:rsid w:val="00A624A8"/>
    <w:rsid w:val="00AB4AD0"/>
    <w:rsid w:val="00C07988"/>
    <w:rsid w:val="00C43E2D"/>
    <w:rsid w:val="00D02AD9"/>
    <w:rsid w:val="00D044F4"/>
    <w:rsid w:val="00D41067"/>
    <w:rsid w:val="00D41DA5"/>
    <w:rsid w:val="00E63868"/>
    <w:rsid w:val="00E83A0E"/>
    <w:rsid w:val="00E8672D"/>
    <w:rsid w:val="00EA7993"/>
    <w:rsid w:val="00F0323F"/>
    <w:rsid w:val="00F8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AD0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4A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4AD0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EA79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7993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605B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B46D4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46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8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k_SpSelG9o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youtube.com/watch?v=tirLkaUK3M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252</Words>
  <Characters>1442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user</cp:lastModifiedBy>
  <cp:revision>15</cp:revision>
  <dcterms:created xsi:type="dcterms:W3CDTF">2012-10-25T16:48:00Z</dcterms:created>
  <dcterms:modified xsi:type="dcterms:W3CDTF">2013-06-20T02:33:00Z</dcterms:modified>
</cp:coreProperties>
</file>